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426715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9</w:t>
      </w:r>
      <w:r w:rsidR="00694A63">
        <w:rPr>
          <w:rFonts w:ascii="Arial Narrow" w:hAnsi="Arial Narrow"/>
          <w:sz w:val="22"/>
          <w:lang w:val="de-DE"/>
        </w:rPr>
        <w:t>. Sitzung | WS</w:t>
      </w:r>
      <w:r w:rsidR="006204D1">
        <w:rPr>
          <w:rFonts w:ascii="Arial Narrow" w:hAnsi="Arial Narrow"/>
          <w:sz w:val="22"/>
          <w:lang w:val="de-DE"/>
        </w:rPr>
        <w:t>15</w:t>
      </w:r>
      <w:r w:rsidR="00694A63">
        <w:rPr>
          <w:rFonts w:ascii="Arial Narrow" w:hAnsi="Arial Narrow"/>
          <w:sz w:val="22"/>
          <w:lang w:val="de-DE"/>
        </w:rPr>
        <w:t>/16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F27098">
        <w:rPr>
          <w:rFonts w:ascii="Arial Narrow" w:hAnsi="Arial Narrow"/>
          <w:sz w:val="22"/>
          <w:lang w:val="de-DE"/>
        </w:rPr>
        <w:t>25</w:t>
      </w:r>
      <w:r w:rsidR="00991E60">
        <w:rPr>
          <w:rFonts w:ascii="Arial Narrow" w:hAnsi="Arial Narrow"/>
          <w:sz w:val="22"/>
          <w:lang w:val="de-DE"/>
        </w:rPr>
        <w:t>.11.2015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94A63">
        <w:rPr>
          <w:rFonts w:ascii="Arial Narrow" w:hAnsi="Arial Narrow"/>
          <w:sz w:val="22"/>
          <w:lang w:val="de-DE"/>
        </w:rPr>
        <w:t>1</w:t>
      </w:r>
      <w:r w:rsidR="00B667CF">
        <w:rPr>
          <w:rFonts w:ascii="Arial Narrow" w:hAnsi="Arial Narrow"/>
          <w:sz w:val="22"/>
          <w:lang w:val="de-DE"/>
        </w:rPr>
        <w:t>3</w:t>
      </w:r>
      <w:r w:rsidR="00694A63">
        <w:rPr>
          <w:rFonts w:ascii="Arial Narrow" w:hAnsi="Arial Narrow"/>
          <w:sz w:val="22"/>
          <w:lang w:val="de-DE"/>
        </w:rPr>
        <w:t>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1F06DD" w:rsidRDefault="003D3703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Notizzettel an </w:t>
      </w:r>
      <w:proofErr w:type="spellStart"/>
      <w:r>
        <w:rPr>
          <w:rFonts w:ascii="Arial Narrow" w:hAnsi="Arial Narrow"/>
          <w:sz w:val="22"/>
          <w:lang w:val="de-DE"/>
        </w:rPr>
        <w:t>PC’s</w:t>
      </w:r>
      <w:proofErr w:type="spellEnd"/>
      <w:r>
        <w:rPr>
          <w:rFonts w:ascii="Arial Narrow" w:hAnsi="Arial Narrow"/>
          <w:sz w:val="22"/>
          <w:lang w:val="de-DE"/>
        </w:rPr>
        <w:t xml:space="preserve"> durchschauen.</w:t>
      </w:r>
    </w:p>
    <w:p w:rsidR="003D3703" w:rsidRDefault="003D3703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Spielekiste / Bastelkiste durchschauen</w:t>
      </w:r>
    </w:p>
    <w:p w:rsidR="003D3703" w:rsidRDefault="003D3703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Scanner an den </w:t>
      </w:r>
      <w:proofErr w:type="spellStart"/>
      <w:r>
        <w:rPr>
          <w:rFonts w:ascii="Arial Narrow" w:hAnsi="Arial Narrow"/>
          <w:sz w:val="22"/>
          <w:lang w:val="de-DE"/>
        </w:rPr>
        <w:t>PC’s</w:t>
      </w:r>
      <w:proofErr w:type="spellEnd"/>
    </w:p>
    <w:p w:rsidR="003D3703" w:rsidRDefault="003D3703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Alte Aufsteller</w:t>
      </w:r>
    </w:p>
    <w:p w:rsidR="00FA59A9" w:rsidRDefault="00FA59A9" w:rsidP="00AD7192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USB Sticks </w:t>
      </w:r>
    </w:p>
    <w:p w:rsidR="00321976" w:rsidRDefault="00321976" w:rsidP="0012300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Erdbeermilch für den Kühlschrank</w:t>
      </w:r>
    </w:p>
    <w:p w:rsidR="00950959" w:rsidRDefault="00950959" w:rsidP="0012300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Putzplan</w:t>
      </w:r>
    </w:p>
    <w:p w:rsidR="00883CB3" w:rsidRDefault="00883CB3" w:rsidP="0012300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Dartscheibe</w:t>
      </w:r>
      <w:proofErr w:type="spellEnd"/>
    </w:p>
    <w:p w:rsidR="005454D0" w:rsidRDefault="005454D0" w:rsidP="0012300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ISC Billard</w:t>
      </w:r>
    </w:p>
    <w:p w:rsidR="005454D0" w:rsidRDefault="005454D0" w:rsidP="0012300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E-Mail Dance Crew</w:t>
      </w:r>
    </w:p>
    <w:p w:rsidR="005454D0" w:rsidRDefault="005454D0" w:rsidP="0012300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Kleider Bügel</w:t>
      </w:r>
    </w:p>
    <w:p w:rsidR="006D3C5D" w:rsidRDefault="006D3C5D" w:rsidP="0012300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Gefrierschrank 160/60/60</w:t>
      </w:r>
    </w:p>
    <w:p w:rsidR="00D71333" w:rsidRDefault="00D71333" w:rsidP="0012300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imc</w:t>
      </w:r>
      <w:bookmarkStart w:id="0" w:name="_GoBack"/>
      <w:bookmarkEnd w:id="0"/>
      <w:proofErr w:type="spellEnd"/>
    </w:p>
    <w:p w:rsidR="0012300D" w:rsidRDefault="0012300D" w:rsidP="0012300D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6D3C5D" w:rsidRPr="0012300D" w:rsidRDefault="006D3C5D" w:rsidP="006D3C5D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7D610C" w:rsidRPr="007D610C" w:rsidRDefault="007D610C" w:rsidP="003D3703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1440"/>
        <w:jc w:val="both"/>
        <w:rPr>
          <w:rFonts w:ascii="Arial Narrow" w:hAnsi="Arial Narrow"/>
          <w:sz w:val="22"/>
        </w:rPr>
      </w:pPr>
    </w:p>
    <w:sectPr w:rsidR="007D610C" w:rsidRPr="007D610C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667CF">
      <w:rPr>
        <w:rFonts w:ascii="Arial Narrow" w:hAnsi="Arial Narrow"/>
        <w:sz w:val="20"/>
        <w:lang w:val="de-DE"/>
      </w:rPr>
      <w:t>WS</w:t>
    </w:r>
    <w:r w:rsidR="006204D1">
      <w:rPr>
        <w:rFonts w:ascii="Arial Narrow" w:hAnsi="Arial Narrow"/>
        <w:sz w:val="20"/>
        <w:lang w:val="de-DE"/>
      </w:rPr>
      <w:t>15</w:t>
    </w:r>
    <w:r w:rsidR="00B667CF">
      <w:rPr>
        <w:rFonts w:ascii="Arial Narrow" w:hAnsi="Arial Narrow"/>
        <w:sz w:val="20"/>
        <w:lang w:val="de-DE"/>
      </w:rPr>
      <w:t>/16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D71333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492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058A"/>
    <w:rsid w:val="00006847"/>
    <w:rsid w:val="00010829"/>
    <w:rsid w:val="000243CF"/>
    <w:rsid w:val="0003734E"/>
    <w:rsid w:val="000459F9"/>
    <w:rsid w:val="00052A2E"/>
    <w:rsid w:val="00062DB6"/>
    <w:rsid w:val="00063E3E"/>
    <w:rsid w:val="000755CE"/>
    <w:rsid w:val="00094624"/>
    <w:rsid w:val="000973A0"/>
    <w:rsid w:val="000A4FD2"/>
    <w:rsid w:val="000A5E0C"/>
    <w:rsid w:val="000B2E2D"/>
    <w:rsid w:val="000C1EB8"/>
    <w:rsid w:val="000C2A6E"/>
    <w:rsid w:val="000D2518"/>
    <w:rsid w:val="000D74D9"/>
    <w:rsid w:val="000E45C1"/>
    <w:rsid w:val="00103636"/>
    <w:rsid w:val="001147AE"/>
    <w:rsid w:val="0011608E"/>
    <w:rsid w:val="0012300D"/>
    <w:rsid w:val="00132174"/>
    <w:rsid w:val="001364FA"/>
    <w:rsid w:val="0014473D"/>
    <w:rsid w:val="00144E86"/>
    <w:rsid w:val="00180C16"/>
    <w:rsid w:val="001A44B0"/>
    <w:rsid w:val="001C25E2"/>
    <w:rsid w:val="001C7E80"/>
    <w:rsid w:val="001D3317"/>
    <w:rsid w:val="001D4350"/>
    <w:rsid w:val="001D47FD"/>
    <w:rsid w:val="001F0103"/>
    <w:rsid w:val="001F04D5"/>
    <w:rsid w:val="001F06DD"/>
    <w:rsid w:val="001F13D0"/>
    <w:rsid w:val="001F5D4C"/>
    <w:rsid w:val="00203683"/>
    <w:rsid w:val="00211E26"/>
    <w:rsid w:val="00243EFC"/>
    <w:rsid w:val="00273332"/>
    <w:rsid w:val="00274830"/>
    <w:rsid w:val="002A108C"/>
    <w:rsid w:val="002A571F"/>
    <w:rsid w:val="002B1A01"/>
    <w:rsid w:val="002B238C"/>
    <w:rsid w:val="002D090B"/>
    <w:rsid w:val="002E7327"/>
    <w:rsid w:val="00304150"/>
    <w:rsid w:val="00310FD9"/>
    <w:rsid w:val="00312F4D"/>
    <w:rsid w:val="00321976"/>
    <w:rsid w:val="003339C0"/>
    <w:rsid w:val="0034237A"/>
    <w:rsid w:val="00355EC0"/>
    <w:rsid w:val="00357655"/>
    <w:rsid w:val="0036697F"/>
    <w:rsid w:val="003733CC"/>
    <w:rsid w:val="003775B0"/>
    <w:rsid w:val="00385286"/>
    <w:rsid w:val="00396AA7"/>
    <w:rsid w:val="003A45F8"/>
    <w:rsid w:val="003B6176"/>
    <w:rsid w:val="003B669B"/>
    <w:rsid w:val="003D3703"/>
    <w:rsid w:val="004108F1"/>
    <w:rsid w:val="00416158"/>
    <w:rsid w:val="00425EF5"/>
    <w:rsid w:val="00426715"/>
    <w:rsid w:val="004359A0"/>
    <w:rsid w:val="004419A4"/>
    <w:rsid w:val="00441B0C"/>
    <w:rsid w:val="00462759"/>
    <w:rsid w:val="00487AF4"/>
    <w:rsid w:val="004B5892"/>
    <w:rsid w:val="004D1F62"/>
    <w:rsid w:val="004D70BF"/>
    <w:rsid w:val="004F5365"/>
    <w:rsid w:val="00501683"/>
    <w:rsid w:val="00501BD9"/>
    <w:rsid w:val="00543129"/>
    <w:rsid w:val="005454D0"/>
    <w:rsid w:val="00577F83"/>
    <w:rsid w:val="00584798"/>
    <w:rsid w:val="005A5C7C"/>
    <w:rsid w:val="005B1C22"/>
    <w:rsid w:val="005C5AC9"/>
    <w:rsid w:val="005F45A2"/>
    <w:rsid w:val="00602994"/>
    <w:rsid w:val="00606F9B"/>
    <w:rsid w:val="006204D1"/>
    <w:rsid w:val="00683C55"/>
    <w:rsid w:val="00685893"/>
    <w:rsid w:val="00686ECB"/>
    <w:rsid w:val="00694A63"/>
    <w:rsid w:val="006A01E2"/>
    <w:rsid w:val="006A0CE7"/>
    <w:rsid w:val="006A2577"/>
    <w:rsid w:val="006A6E9D"/>
    <w:rsid w:val="006C02EB"/>
    <w:rsid w:val="006C4D68"/>
    <w:rsid w:val="006D3C5D"/>
    <w:rsid w:val="006F55D7"/>
    <w:rsid w:val="006F6C47"/>
    <w:rsid w:val="00713690"/>
    <w:rsid w:val="007173E9"/>
    <w:rsid w:val="0072419C"/>
    <w:rsid w:val="00733F99"/>
    <w:rsid w:val="007364E7"/>
    <w:rsid w:val="00742C7E"/>
    <w:rsid w:val="00761B22"/>
    <w:rsid w:val="0076384A"/>
    <w:rsid w:val="00766556"/>
    <w:rsid w:val="00776159"/>
    <w:rsid w:val="00784186"/>
    <w:rsid w:val="007B1EB9"/>
    <w:rsid w:val="007C628C"/>
    <w:rsid w:val="007C767B"/>
    <w:rsid w:val="007D46E4"/>
    <w:rsid w:val="007D610C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83CB3"/>
    <w:rsid w:val="008C250E"/>
    <w:rsid w:val="008D16EC"/>
    <w:rsid w:val="008D2BDB"/>
    <w:rsid w:val="008F7364"/>
    <w:rsid w:val="009245A2"/>
    <w:rsid w:val="00927544"/>
    <w:rsid w:val="009301A0"/>
    <w:rsid w:val="00937828"/>
    <w:rsid w:val="00941F10"/>
    <w:rsid w:val="00950959"/>
    <w:rsid w:val="00965A65"/>
    <w:rsid w:val="009757B0"/>
    <w:rsid w:val="009857BD"/>
    <w:rsid w:val="009906B7"/>
    <w:rsid w:val="00990ACB"/>
    <w:rsid w:val="00991E60"/>
    <w:rsid w:val="00992594"/>
    <w:rsid w:val="009A166B"/>
    <w:rsid w:val="009B7B2F"/>
    <w:rsid w:val="009C1107"/>
    <w:rsid w:val="009D3E73"/>
    <w:rsid w:val="009E6CE4"/>
    <w:rsid w:val="00A05515"/>
    <w:rsid w:val="00A448D9"/>
    <w:rsid w:val="00A44D35"/>
    <w:rsid w:val="00A87E62"/>
    <w:rsid w:val="00A9135B"/>
    <w:rsid w:val="00A94BC2"/>
    <w:rsid w:val="00AD7192"/>
    <w:rsid w:val="00AE6F61"/>
    <w:rsid w:val="00AE757F"/>
    <w:rsid w:val="00AF264D"/>
    <w:rsid w:val="00AF5737"/>
    <w:rsid w:val="00B25462"/>
    <w:rsid w:val="00B262CA"/>
    <w:rsid w:val="00B27971"/>
    <w:rsid w:val="00B31937"/>
    <w:rsid w:val="00B36DED"/>
    <w:rsid w:val="00B50673"/>
    <w:rsid w:val="00B51224"/>
    <w:rsid w:val="00B605F1"/>
    <w:rsid w:val="00B667CF"/>
    <w:rsid w:val="00B83D82"/>
    <w:rsid w:val="00BA10A5"/>
    <w:rsid w:val="00BC622C"/>
    <w:rsid w:val="00BD4E8B"/>
    <w:rsid w:val="00BE1515"/>
    <w:rsid w:val="00BF0BB0"/>
    <w:rsid w:val="00C1435E"/>
    <w:rsid w:val="00C22F83"/>
    <w:rsid w:val="00C3159D"/>
    <w:rsid w:val="00C36A15"/>
    <w:rsid w:val="00C46942"/>
    <w:rsid w:val="00C509F8"/>
    <w:rsid w:val="00C60DAE"/>
    <w:rsid w:val="00C63840"/>
    <w:rsid w:val="00C66371"/>
    <w:rsid w:val="00C772CC"/>
    <w:rsid w:val="00C82C9C"/>
    <w:rsid w:val="00CA5DF7"/>
    <w:rsid w:val="00CB5BD5"/>
    <w:rsid w:val="00CD7327"/>
    <w:rsid w:val="00CE7E97"/>
    <w:rsid w:val="00CF0EE6"/>
    <w:rsid w:val="00CF385F"/>
    <w:rsid w:val="00D24AA6"/>
    <w:rsid w:val="00D523B8"/>
    <w:rsid w:val="00D55BFE"/>
    <w:rsid w:val="00D6080D"/>
    <w:rsid w:val="00D62D7D"/>
    <w:rsid w:val="00D71333"/>
    <w:rsid w:val="00D803B9"/>
    <w:rsid w:val="00D94C60"/>
    <w:rsid w:val="00DD1790"/>
    <w:rsid w:val="00DD6688"/>
    <w:rsid w:val="00DE1F6C"/>
    <w:rsid w:val="00E1673A"/>
    <w:rsid w:val="00E206F4"/>
    <w:rsid w:val="00E36789"/>
    <w:rsid w:val="00E52891"/>
    <w:rsid w:val="00E53C24"/>
    <w:rsid w:val="00E56E02"/>
    <w:rsid w:val="00E6322F"/>
    <w:rsid w:val="00E66A27"/>
    <w:rsid w:val="00E81768"/>
    <w:rsid w:val="00E90352"/>
    <w:rsid w:val="00E92CDA"/>
    <w:rsid w:val="00E97E3A"/>
    <w:rsid w:val="00E97E93"/>
    <w:rsid w:val="00EA30A5"/>
    <w:rsid w:val="00EB31F2"/>
    <w:rsid w:val="00EE423F"/>
    <w:rsid w:val="00F120F9"/>
    <w:rsid w:val="00F15EEB"/>
    <w:rsid w:val="00F27098"/>
    <w:rsid w:val="00F60291"/>
    <w:rsid w:val="00F834DE"/>
    <w:rsid w:val="00F901A2"/>
    <w:rsid w:val="00FA59A9"/>
    <w:rsid w:val="00FD2F2E"/>
    <w:rsid w:val="00FE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2</Pages>
  <Words>68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Jonas Kramer</cp:lastModifiedBy>
  <cp:revision>12</cp:revision>
  <cp:lastPrinted>2015-12-02T12:00:00Z</cp:lastPrinted>
  <dcterms:created xsi:type="dcterms:W3CDTF">2015-11-29T11:41:00Z</dcterms:created>
  <dcterms:modified xsi:type="dcterms:W3CDTF">2015-12-02T12:01:00Z</dcterms:modified>
</cp:coreProperties>
</file>